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702" w:rsidRDefault="00044EDB" w:rsidP="00885113">
      <w:pPr>
        <w:spacing w:after="0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-371475</wp:posOffset>
                </wp:positionV>
                <wp:extent cx="4003675" cy="88582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367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tile tx="0" ty="0" sx="100000" sy="100000" flip="none" algn="tl"/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1077102"/>
                              <w:lock w:val="sdtLocked"/>
                              <w:placeholder>
                                <w:docPart w:val="72A4FA9112974100A53F045789813579"/>
                              </w:placeholder>
                            </w:sdtPr>
                            <w:sdtEndPr/>
                            <w:sdtContent>
                              <w:p w:rsidR="000F7702" w:rsidRPr="0042718C" w:rsidRDefault="00044EDB" w:rsidP="00044EDB">
                                <w:pPr>
                                  <w:spacing w:after="0" w:line="240" w:lineRule="auto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26D9FA4" wp14:editId="72925401">
                                      <wp:extent cx="657225" cy="711218"/>
                                      <wp:effectExtent l="0" t="0" r="0" b="0"/>
                                      <wp:docPr id="1" name="Picture 1"/>
                                      <wp:cNvGraphicFramePr>
                                        <a:graphicFrameLocks xmlns:a="http://schemas.openxmlformats.org/drawingml/2006/main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atsscrestteeny.jpg"/>
                                              <pic:cNvPicPr/>
                                            </pic:nvPicPr>
                                            <pic:blipFill>
                                              <a:blip r:embed="rId6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661068" cy="715377"/>
                                              </a:xfrm>
                                              <a:prstGeom prst="round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ab/>
                                </w:r>
                                <w:r w:rsidRPr="00044EDB">
                                  <w:rPr>
                                    <w:b/>
                                    <w:noProof/>
                                    <w:sz w:val="36"/>
                                    <w:szCs w:val="36"/>
                                  </w:rPr>
                                  <w:t>Titans Research NOTES</w:t>
                                </w:r>
                              </w:p>
                            </w:sdtContent>
                          </w:sdt>
                          <w:p w:rsidR="000F7702" w:rsidRPr="007904FB" w:rsidRDefault="000F7702" w:rsidP="007904FB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29.25pt;width:315.25pt;height:69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" filled="f" stroked="f">
                <v:fill recolor="t" type="tile"/>
                <v:textbox>
                  <w:txbxContent>
                    <w:sdt>
                      <w:sdtPr>
                        <w:rPr>
                          <w:sz w:val="28"/>
                          <w:szCs w:val="28"/>
                        </w:rPr>
                        <w:id w:val="11077102"/>
                        <w:lock w:val="sdtLocked"/>
                        <w:placeholder>
                          <w:docPart w:val="72A4FA9112974100A53F045789813579"/>
                        </w:placeholder>
                      </w:sdtPr>
                      <w:sdtEndPr/>
                      <w:sdtContent>
                        <w:p w:rsidR="000F7702" w:rsidRPr="0042718C" w:rsidRDefault="00044EDB" w:rsidP="00044EDB">
                          <w:pPr>
                            <w:spacing w:after="0" w:line="240" w:lineRule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26D9FA4" wp14:editId="72925401">
                                <wp:extent cx="657225" cy="711218"/>
                                <wp:effectExtent l="0" t="0" r="0" b="0"/>
                                <wp:docPr id="1" name="Picture 1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atsscrestteeny.jpg"/>
                                        <pic:cNvPicPr/>
                                      </pic:nvPicPr>
                                      <pic:blipFill>
                                        <a:blip r:embed="rId6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61068" cy="715377"/>
                                        </a:xfrm>
                                        <a:prstGeom prst="round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sz w:val="28"/>
                              <w:szCs w:val="28"/>
                            </w:rPr>
                            <w:tab/>
                          </w:r>
                          <w:r w:rsidRPr="00044EDB">
                            <w:rPr>
                              <w:b/>
                              <w:noProof/>
                              <w:sz w:val="36"/>
                              <w:szCs w:val="36"/>
                            </w:rPr>
                            <w:t>Titans Research NOTES</w:t>
                          </w:r>
                        </w:p>
                      </w:sdtContent>
                    </w:sdt>
                    <w:p w:rsidR="000F7702" w:rsidRPr="007904FB" w:rsidRDefault="000F7702" w:rsidP="007904FB">
                      <w:pPr>
                        <w:spacing w:after="0" w:line="240" w:lineRule="auto"/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4003675</wp:posOffset>
                </wp:positionH>
                <wp:positionV relativeFrom="paragraph">
                  <wp:posOffset>0</wp:posOffset>
                </wp:positionV>
                <wp:extent cx="1933575" cy="257175"/>
                <wp:effectExtent l="12700" t="9525" r="6350" b="952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11077103"/>
                              <w:lock w:val="sdtLocked"/>
                              <w:placeholder>
                                <w:docPart w:val="6C777AA1BBEE4027B3E55277BCE04CCA"/>
                              </w:placeholder>
                              <w:date>
                                <w:dateFormat w:val="dddd, MMMM d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0F7702" w:rsidRDefault="00044EDB" w:rsidP="00712B7C">
                                <w:pPr>
                                  <w:spacing w:after="0" w:line="240" w:lineRule="auto"/>
                                  <w:contextualSpacing/>
                                </w:pPr>
                                <w:r>
                                  <w:t>Date: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15.25pt;margin-top:0;width:152.25pt;height:20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" filled="f">
                <v:textbox>
                  <w:txbxContent>
                    <w:sdt>
                      <w:sdtPr>
                        <w:id w:val="11077103"/>
                        <w:lock w:val="sdtLocked"/>
                        <w:placeholder>
                          <w:docPart w:val="6C777AA1BBEE4027B3E55277BCE04CCA"/>
                        </w:placeholder>
                        <w:date>
                          <w:dateFormat w:val="dddd, MMMM dd, 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0F7702" w:rsidRDefault="00044EDB" w:rsidP="00712B7C">
                          <w:pPr>
                            <w:spacing w:after="0" w:line="240" w:lineRule="auto"/>
                            <w:contextualSpacing/>
                          </w:pPr>
                          <w:r>
                            <w:t>Date: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0F7702" w:rsidRPr="003518BA" w:rsidRDefault="00044EDB" w:rsidP="0088511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4003675</wp:posOffset>
                </wp:positionH>
                <wp:positionV relativeFrom="paragraph">
                  <wp:posOffset>60960</wp:posOffset>
                </wp:positionV>
                <wp:extent cx="1933575" cy="257175"/>
                <wp:effectExtent l="12700" t="9525" r="6350" b="952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F7702" w:rsidRDefault="00044EDB" w:rsidP="00712B7C">
                            <w:pPr>
                              <w:spacing w:after="0" w:line="240" w:lineRule="auto"/>
                            </w:pPr>
                            <w:sdt>
                              <w:sdtPr>
                                <w:id w:val="11077101"/>
                                <w:lock w:val="sdtLocked"/>
                                <w:placeholder>
                                  <w:docPart w:val="BAEE36F272E347EB9B0F71B5BCFB1235"/>
                                </w:placeholder>
                              </w:sdtPr>
                              <w:sdtEndPr/>
                              <w:sdtContent>
                                <w:r>
                                  <w:t>Assignment:</w:t>
                                </w:r>
                              </w:sdtContent>
                            </w:sdt>
                            <w:r w:rsidR="000F7702">
                              <w:tab/>
                            </w:r>
                          </w:p>
                          <w:p w:rsidR="000F7702" w:rsidRDefault="000F7702" w:rsidP="00712B7C">
                            <w:pPr>
                              <w:spacing w:after="0" w:line="240" w:lineRule="auto"/>
                            </w:pPr>
                            <w:r>
                              <w:t>fo</w:t>
                            </w:r>
                          </w:p>
                          <w:p w:rsidR="000F7702" w:rsidRDefault="000F7702" w:rsidP="00712B7C">
                            <w:pPr>
                              <w:spacing w:after="0" w:line="240" w:lineRule="auto"/>
                            </w:pPr>
                          </w:p>
                          <w:p w:rsidR="000F7702" w:rsidRDefault="000F7702" w:rsidP="00712B7C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315.25pt;margin-top:4.8pt;width:152.25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" filled="f">
                <v:textbox>
                  <w:txbxContent>
                    <w:p w:rsidR="000F7702" w:rsidRDefault="00044EDB" w:rsidP="00712B7C">
                      <w:pPr>
                        <w:spacing w:after="0" w:line="240" w:lineRule="auto"/>
                      </w:pPr>
                      <w:sdt>
                        <w:sdtPr>
                          <w:id w:val="11077101"/>
                          <w:lock w:val="sdtLocked"/>
                          <w:placeholder>
                            <w:docPart w:val="BAEE36F272E347EB9B0F71B5BCFB1235"/>
                          </w:placeholder>
                        </w:sdtPr>
                        <w:sdtEndPr/>
                        <w:sdtContent>
                          <w:r>
                            <w:t>Assignment:</w:t>
                          </w:r>
                        </w:sdtContent>
                      </w:sdt>
                      <w:r w:rsidR="000F7702">
                        <w:tab/>
                      </w:r>
                    </w:p>
                    <w:p w:rsidR="000F7702" w:rsidRDefault="000F7702" w:rsidP="00712B7C">
                      <w:pPr>
                        <w:spacing w:after="0" w:line="240" w:lineRule="auto"/>
                      </w:pPr>
                      <w:r>
                        <w:t>fo</w:t>
                      </w:r>
                    </w:p>
                    <w:p w:rsidR="000F7702" w:rsidRDefault="000F7702" w:rsidP="00712B7C">
                      <w:pPr>
                        <w:spacing w:after="0" w:line="240" w:lineRule="auto"/>
                      </w:pPr>
                    </w:p>
                    <w:p w:rsidR="000F7702" w:rsidRDefault="000F7702" w:rsidP="00712B7C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0F7702" w:rsidRDefault="00044EDB" w:rsidP="0088511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2025650</wp:posOffset>
                </wp:positionH>
                <wp:positionV relativeFrom="paragraph">
                  <wp:posOffset>121920</wp:posOffset>
                </wp:positionV>
                <wp:extent cx="3911600" cy="6915150"/>
                <wp:effectExtent l="6350" t="9525" r="6350" b="952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6915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tile tx="0" ty="0" sx="100000" sy="100000" flip="none" algn="tl"/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11077104"/>
                              <w:lock w:val="sdtLocked"/>
                              <w:placeholder>
                                <w:docPart w:val="B99BB55E98424D3EA252BC712C0FA29A"/>
                              </w:placeholder>
                            </w:sdtPr>
                            <w:sdtEndPr/>
                            <w:sdtContent>
                              <w:p w:rsidR="00044EDB" w:rsidRDefault="00044EDB" w:rsidP="00F3729C">
                                <w:pPr>
                                  <w:spacing w:after="0" w:line="240" w:lineRule="auto"/>
                                </w:pPr>
                                <w:r>
                                  <w:t>Facts and quotations:</w:t>
                                </w:r>
                              </w:p>
                              <w:p w:rsidR="000F7702" w:rsidRDefault="00044EDB" w:rsidP="00044EDB">
                                <w:pPr>
                                  <w:spacing w:after="0" w:line="360" w:lineRule="auto"/>
                                </w:pPr>
                                <w:r>
    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59.5pt;margin-top:9.6pt;width:308pt;height:54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" filled="f">
                <v:fill recolor="t" type="tile"/>
                <v:textbox>
                  <w:txbxContent>
                    <w:sdt>
                      <w:sdtPr>
                        <w:id w:val="11077104"/>
                        <w:lock w:val="sdtLocked"/>
                        <w:placeholder>
                          <w:docPart w:val="B99BB55E98424D3EA252BC712C0FA29A"/>
                        </w:placeholder>
                      </w:sdtPr>
                      <w:sdtEndPr/>
                      <w:sdtContent>
                        <w:p w:rsidR="00044EDB" w:rsidRDefault="00044EDB" w:rsidP="00F3729C">
                          <w:pPr>
                            <w:spacing w:after="0" w:line="240" w:lineRule="auto"/>
                          </w:pPr>
                          <w:r>
                            <w:t>Facts and quotations:</w:t>
                          </w:r>
                        </w:p>
                        <w:p w:rsidR="000F7702" w:rsidRDefault="00044EDB" w:rsidP="00044EDB">
                          <w:pPr>
                            <w:spacing w:after="0" w:line="360" w:lineRule="auto"/>
                          </w:pPr>
                          <w:r>
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2025650" cy="6915150"/>
                <wp:effectExtent l="9525" t="9525" r="12700" b="952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5650" cy="6915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tile tx="0" ty="0" sx="100000" sy="100000" flip="none" algn="tl"/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11077105"/>
                              <w:lock w:val="sdtLocked"/>
                              <w:placeholder>
                                <w:docPart w:val="C26DC4EBA3D647F0B253D34D66CAC55C"/>
                              </w:placeholder>
                            </w:sdtPr>
                            <w:sdtEndPr/>
                            <w:sdtContent>
                              <w:p w:rsidR="000F7702" w:rsidRDefault="00044EDB" w:rsidP="00F3729C">
                                <w:pPr>
                                  <w:spacing w:after="0" w:line="240" w:lineRule="auto"/>
                                </w:pPr>
                                <w:r>
                                  <w:t>Source: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0;margin-top:9.6pt;width:159.5pt;height:54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" filled="f">
                <v:fill recolor="t" type="tile"/>
                <v:textbox>
                  <w:txbxContent>
                    <w:sdt>
                      <w:sdtPr>
                        <w:id w:val="11077105"/>
                        <w:lock w:val="sdtLocked"/>
                        <w:placeholder>
                          <w:docPart w:val="C26DC4EBA3D647F0B253D34D66CAC55C"/>
                        </w:placeholder>
                      </w:sdtPr>
                      <w:sdtEndPr/>
                      <w:sdtContent>
                        <w:p w:rsidR="000F7702" w:rsidRDefault="00044EDB" w:rsidP="00F3729C">
                          <w:pPr>
                            <w:spacing w:after="0" w:line="240" w:lineRule="auto"/>
                          </w:pPr>
                          <w:r>
                            <w:t>Source: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0F7702" w:rsidRDefault="000F7702" w:rsidP="00885113">
      <w:pPr>
        <w:spacing w:after="0"/>
      </w:pPr>
    </w:p>
    <w:p w:rsidR="000F7702" w:rsidRDefault="000F7702" w:rsidP="00885113">
      <w:pPr>
        <w:tabs>
          <w:tab w:val="left" w:pos="6375"/>
        </w:tabs>
        <w:spacing w:after="0"/>
      </w:pPr>
      <w:r>
        <w:tab/>
      </w: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Default="000F7702" w:rsidP="00885113">
      <w:pPr>
        <w:spacing w:after="0"/>
      </w:pPr>
    </w:p>
    <w:p w:rsidR="000F7702" w:rsidRDefault="000F7702" w:rsidP="00885113">
      <w:pPr>
        <w:tabs>
          <w:tab w:val="left" w:pos="2850"/>
        </w:tabs>
        <w:spacing w:after="0"/>
      </w:pPr>
      <w:r>
        <w:tab/>
      </w: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044EDB" w:rsidP="003518BA">
      <w:pPr>
        <w:tabs>
          <w:tab w:val="left" w:pos="28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137795</wp:posOffset>
                </wp:positionV>
                <wp:extent cx="5937250" cy="762000"/>
                <wp:effectExtent l="9525" t="9525" r="6350" b="952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tile tx="0" ty="0" sx="100000" sy="100000" flip="none" algn="tl"/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11077106"/>
                              <w:lock w:val="sdtLocked"/>
                              <w:placeholder>
                                <w:docPart w:val="1B8FD854EB4E4DBA8EC6292D3303A997"/>
                              </w:placeholder>
                            </w:sdtPr>
                            <w:sdtEndPr/>
                            <w:sdtContent>
                              <w:p w:rsidR="000F7702" w:rsidRDefault="00044EDB" w:rsidP="00F3729C">
                                <w:pPr>
                                  <w:spacing w:after="0" w:line="240" w:lineRule="auto"/>
                                </w:pPr>
                                <w:r>
                                  <w:t>Summary of findings: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0;margin-top:10.85pt;width:467.5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" filled="f">
                <v:fill recolor="t" type="tile"/>
                <v:textbox>
                  <w:txbxContent>
                    <w:sdt>
                      <w:sdtPr>
                        <w:id w:val="11077106"/>
                        <w:lock w:val="sdtLocked"/>
                        <w:placeholder>
                          <w:docPart w:val="1B8FD854EB4E4DBA8EC6292D3303A997"/>
                        </w:placeholder>
                      </w:sdtPr>
                      <w:sdtEndPr/>
                      <w:sdtContent>
                        <w:p w:rsidR="000F7702" w:rsidRDefault="00044EDB" w:rsidP="00F3729C">
                          <w:pPr>
                            <w:spacing w:after="0" w:line="240" w:lineRule="auto"/>
                          </w:pPr>
                          <w:r>
                            <w:t>Summary of findings: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0F7702" w:rsidRDefault="000F7702"/>
    <w:p w:rsidR="0041179D" w:rsidRDefault="0041179D"/>
    <w:sectPr w:rsidR="0041179D" w:rsidSect="002B7A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EDB"/>
    <w:rsid w:val="0000424B"/>
    <w:rsid w:val="00006091"/>
    <w:rsid w:val="000318C0"/>
    <w:rsid w:val="00031BDC"/>
    <w:rsid w:val="00040A21"/>
    <w:rsid w:val="00041376"/>
    <w:rsid w:val="000431DC"/>
    <w:rsid w:val="00044EDB"/>
    <w:rsid w:val="00063F7B"/>
    <w:rsid w:val="000720A5"/>
    <w:rsid w:val="000756C7"/>
    <w:rsid w:val="000A5E96"/>
    <w:rsid w:val="000B7CA4"/>
    <w:rsid w:val="000D0B6D"/>
    <w:rsid w:val="000D1371"/>
    <w:rsid w:val="000D2547"/>
    <w:rsid w:val="000F3BB2"/>
    <w:rsid w:val="000F6A2E"/>
    <w:rsid w:val="000F7702"/>
    <w:rsid w:val="00131017"/>
    <w:rsid w:val="00131770"/>
    <w:rsid w:val="00154FEF"/>
    <w:rsid w:val="00164DF5"/>
    <w:rsid w:val="00183B2E"/>
    <w:rsid w:val="001A1A85"/>
    <w:rsid w:val="001A4995"/>
    <w:rsid w:val="001B6333"/>
    <w:rsid w:val="001B7D35"/>
    <w:rsid w:val="001D14F8"/>
    <w:rsid w:val="001E3929"/>
    <w:rsid w:val="001E3F70"/>
    <w:rsid w:val="00202EAA"/>
    <w:rsid w:val="00207EBE"/>
    <w:rsid w:val="00222F7C"/>
    <w:rsid w:val="0022524B"/>
    <w:rsid w:val="002254FA"/>
    <w:rsid w:val="002276CA"/>
    <w:rsid w:val="00256952"/>
    <w:rsid w:val="00262E8D"/>
    <w:rsid w:val="0028685B"/>
    <w:rsid w:val="00290A05"/>
    <w:rsid w:val="002A5C9E"/>
    <w:rsid w:val="002A5FA0"/>
    <w:rsid w:val="002A60C5"/>
    <w:rsid w:val="002B6B76"/>
    <w:rsid w:val="002B7F5F"/>
    <w:rsid w:val="002C2BB8"/>
    <w:rsid w:val="002D4C5A"/>
    <w:rsid w:val="00304F9F"/>
    <w:rsid w:val="0030797A"/>
    <w:rsid w:val="00310B58"/>
    <w:rsid w:val="003243FB"/>
    <w:rsid w:val="00327F1B"/>
    <w:rsid w:val="00347ACB"/>
    <w:rsid w:val="00370CDC"/>
    <w:rsid w:val="00373CFD"/>
    <w:rsid w:val="003756F6"/>
    <w:rsid w:val="00376E0D"/>
    <w:rsid w:val="0037798D"/>
    <w:rsid w:val="0038245F"/>
    <w:rsid w:val="00386E3A"/>
    <w:rsid w:val="00393633"/>
    <w:rsid w:val="00393E81"/>
    <w:rsid w:val="003D075F"/>
    <w:rsid w:val="003F53EC"/>
    <w:rsid w:val="0040141C"/>
    <w:rsid w:val="00406C38"/>
    <w:rsid w:val="0041179D"/>
    <w:rsid w:val="0041459D"/>
    <w:rsid w:val="0042489B"/>
    <w:rsid w:val="00427B39"/>
    <w:rsid w:val="0043231B"/>
    <w:rsid w:val="00433ECE"/>
    <w:rsid w:val="00452E13"/>
    <w:rsid w:val="0045538B"/>
    <w:rsid w:val="0045543B"/>
    <w:rsid w:val="00456A41"/>
    <w:rsid w:val="00465A42"/>
    <w:rsid w:val="004805E1"/>
    <w:rsid w:val="004B201B"/>
    <w:rsid w:val="004C533B"/>
    <w:rsid w:val="004C5CC2"/>
    <w:rsid w:val="004C6AFC"/>
    <w:rsid w:val="004D5307"/>
    <w:rsid w:val="004D6D29"/>
    <w:rsid w:val="005060BD"/>
    <w:rsid w:val="0050681C"/>
    <w:rsid w:val="005279C9"/>
    <w:rsid w:val="0053527D"/>
    <w:rsid w:val="0054049F"/>
    <w:rsid w:val="00555484"/>
    <w:rsid w:val="0056103F"/>
    <w:rsid w:val="0056108D"/>
    <w:rsid w:val="00566C93"/>
    <w:rsid w:val="00572DA9"/>
    <w:rsid w:val="00587990"/>
    <w:rsid w:val="005B202D"/>
    <w:rsid w:val="005B2C97"/>
    <w:rsid w:val="005C0D5E"/>
    <w:rsid w:val="005C4EFA"/>
    <w:rsid w:val="005D0AD1"/>
    <w:rsid w:val="005D78BD"/>
    <w:rsid w:val="005F123D"/>
    <w:rsid w:val="006008EF"/>
    <w:rsid w:val="00615505"/>
    <w:rsid w:val="00623614"/>
    <w:rsid w:val="0064325B"/>
    <w:rsid w:val="00643844"/>
    <w:rsid w:val="00655DF3"/>
    <w:rsid w:val="00672D2F"/>
    <w:rsid w:val="00672F0E"/>
    <w:rsid w:val="0067605D"/>
    <w:rsid w:val="006848BE"/>
    <w:rsid w:val="00685333"/>
    <w:rsid w:val="00694E4F"/>
    <w:rsid w:val="006956F7"/>
    <w:rsid w:val="006A3A66"/>
    <w:rsid w:val="006A77BF"/>
    <w:rsid w:val="006C0D3D"/>
    <w:rsid w:val="006D7A3D"/>
    <w:rsid w:val="006E1B84"/>
    <w:rsid w:val="006E367C"/>
    <w:rsid w:val="006E62B2"/>
    <w:rsid w:val="006F1550"/>
    <w:rsid w:val="006F2CBE"/>
    <w:rsid w:val="00714664"/>
    <w:rsid w:val="00717BA4"/>
    <w:rsid w:val="00726864"/>
    <w:rsid w:val="00735A9D"/>
    <w:rsid w:val="007401E8"/>
    <w:rsid w:val="00744191"/>
    <w:rsid w:val="00746C7D"/>
    <w:rsid w:val="00753060"/>
    <w:rsid w:val="00755295"/>
    <w:rsid w:val="00765412"/>
    <w:rsid w:val="00772176"/>
    <w:rsid w:val="00773AF0"/>
    <w:rsid w:val="007C0CAB"/>
    <w:rsid w:val="007D156E"/>
    <w:rsid w:val="007F013D"/>
    <w:rsid w:val="007F473D"/>
    <w:rsid w:val="0080118E"/>
    <w:rsid w:val="00802BD9"/>
    <w:rsid w:val="00804DCD"/>
    <w:rsid w:val="008074DB"/>
    <w:rsid w:val="008122F9"/>
    <w:rsid w:val="00821544"/>
    <w:rsid w:val="0084404D"/>
    <w:rsid w:val="00854060"/>
    <w:rsid w:val="00863E4C"/>
    <w:rsid w:val="0086672F"/>
    <w:rsid w:val="008713B1"/>
    <w:rsid w:val="008A01F1"/>
    <w:rsid w:val="008A6258"/>
    <w:rsid w:val="008B38BE"/>
    <w:rsid w:val="008B79E5"/>
    <w:rsid w:val="008F406A"/>
    <w:rsid w:val="00907915"/>
    <w:rsid w:val="00912BC7"/>
    <w:rsid w:val="00926E5C"/>
    <w:rsid w:val="00933754"/>
    <w:rsid w:val="00950A1A"/>
    <w:rsid w:val="009656D0"/>
    <w:rsid w:val="009A4BBA"/>
    <w:rsid w:val="009B458E"/>
    <w:rsid w:val="009C6B3A"/>
    <w:rsid w:val="009D1536"/>
    <w:rsid w:val="009F0CF2"/>
    <w:rsid w:val="009F2C26"/>
    <w:rsid w:val="00A17886"/>
    <w:rsid w:val="00A348B3"/>
    <w:rsid w:val="00A46841"/>
    <w:rsid w:val="00A468BA"/>
    <w:rsid w:val="00A51F81"/>
    <w:rsid w:val="00A678D1"/>
    <w:rsid w:val="00A67C8C"/>
    <w:rsid w:val="00A902B0"/>
    <w:rsid w:val="00A926BC"/>
    <w:rsid w:val="00AA08B4"/>
    <w:rsid w:val="00AA6BA4"/>
    <w:rsid w:val="00AF163A"/>
    <w:rsid w:val="00AF170B"/>
    <w:rsid w:val="00AF26B7"/>
    <w:rsid w:val="00AF2ABB"/>
    <w:rsid w:val="00B17075"/>
    <w:rsid w:val="00B25413"/>
    <w:rsid w:val="00B26785"/>
    <w:rsid w:val="00B3498A"/>
    <w:rsid w:val="00B46D45"/>
    <w:rsid w:val="00B63FC7"/>
    <w:rsid w:val="00B6625B"/>
    <w:rsid w:val="00B830AB"/>
    <w:rsid w:val="00BA4A77"/>
    <w:rsid w:val="00BB1906"/>
    <w:rsid w:val="00BB41D5"/>
    <w:rsid w:val="00BB5A72"/>
    <w:rsid w:val="00BC1587"/>
    <w:rsid w:val="00BD1444"/>
    <w:rsid w:val="00BD3CE7"/>
    <w:rsid w:val="00BD73A5"/>
    <w:rsid w:val="00BF3515"/>
    <w:rsid w:val="00C02762"/>
    <w:rsid w:val="00C066F6"/>
    <w:rsid w:val="00C14240"/>
    <w:rsid w:val="00C34ADD"/>
    <w:rsid w:val="00C42D76"/>
    <w:rsid w:val="00C71CE2"/>
    <w:rsid w:val="00C72A1B"/>
    <w:rsid w:val="00C842ED"/>
    <w:rsid w:val="00C873E7"/>
    <w:rsid w:val="00C962FD"/>
    <w:rsid w:val="00CA27F4"/>
    <w:rsid w:val="00CB2D9D"/>
    <w:rsid w:val="00CB4176"/>
    <w:rsid w:val="00CC28FE"/>
    <w:rsid w:val="00CD4E78"/>
    <w:rsid w:val="00CE0E2D"/>
    <w:rsid w:val="00CE1392"/>
    <w:rsid w:val="00CE4200"/>
    <w:rsid w:val="00CE523E"/>
    <w:rsid w:val="00CE7F22"/>
    <w:rsid w:val="00D10590"/>
    <w:rsid w:val="00D16388"/>
    <w:rsid w:val="00D23ADE"/>
    <w:rsid w:val="00D36A99"/>
    <w:rsid w:val="00D42742"/>
    <w:rsid w:val="00D618CE"/>
    <w:rsid w:val="00D8526A"/>
    <w:rsid w:val="00D920B5"/>
    <w:rsid w:val="00DA31DF"/>
    <w:rsid w:val="00DA3FBF"/>
    <w:rsid w:val="00DB6D61"/>
    <w:rsid w:val="00DE0B39"/>
    <w:rsid w:val="00DE3A3E"/>
    <w:rsid w:val="00DF453B"/>
    <w:rsid w:val="00E011F2"/>
    <w:rsid w:val="00E06620"/>
    <w:rsid w:val="00E10951"/>
    <w:rsid w:val="00E55B8C"/>
    <w:rsid w:val="00E65AFB"/>
    <w:rsid w:val="00E72298"/>
    <w:rsid w:val="00E90A72"/>
    <w:rsid w:val="00E90AFA"/>
    <w:rsid w:val="00EA3EF1"/>
    <w:rsid w:val="00EC4EEF"/>
    <w:rsid w:val="00EE6E96"/>
    <w:rsid w:val="00F039A2"/>
    <w:rsid w:val="00F3309A"/>
    <w:rsid w:val="00F33CAE"/>
    <w:rsid w:val="00F35901"/>
    <w:rsid w:val="00F80BEE"/>
    <w:rsid w:val="00F93DFA"/>
    <w:rsid w:val="00F94534"/>
    <w:rsid w:val="00F9745F"/>
    <w:rsid w:val="00FA2156"/>
    <w:rsid w:val="00FB15DE"/>
    <w:rsid w:val="00FB3EB8"/>
    <w:rsid w:val="00FC55B1"/>
    <w:rsid w:val="00FD245A"/>
    <w:rsid w:val="00FD74AA"/>
    <w:rsid w:val="00FE61DE"/>
    <w:rsid w:val="00FF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F770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7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F770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7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acher\AppData\Roaming\Microsoft\Templates\TP03000078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2A4FA9112974100A53F045789813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7A55B-7DA9-40EC-8A56-77CE72F5C33E}"/>
      </w:docPartPr>
      <w:docPartBody>
        <w:p w:rsidR="00000000" w:rsidRDefault="000023CA">
          <w:pPr>
            <w:pStyle w:val="72A4FA9112974100A53F045789813579"/>
          </w:pPr>
          <w:r w:rsidRPr="007904FB">
            <w:rPr>
              <w:rStyle w:val="PlaceholderText"/>
              <w:sz w:val="28"/>
              <w:szCs w:val="28"/>
            </w:rPr>
            <w:t>Click here to enter Subject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3CA"/>
    <w:rsid w:val="0000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2A4FA9112974100A53F045789813579">
    <w:name w:val="72A4FA9112974100A53F045789813579"/>
  </w:style>
  <w:style w:type="paragraph" w:customStyle="1" w:styleId="6C777AA1BBEE4027B3E55277BCE04CCA">
    <w:name w:val="6C777AA1BBEE4027B3E55277BCE04CCA"/>
  </w:style>
  <w:style w:type="paragraph" w:customStyle="1" w:styleId="BAEE36F272E347EB9B0F71B5BCFB1235">
    <w:name w:val="BAEE36F272E347EB9B0F71B5BCFB1235"/>
  </w:style>
  <w:style w:type="paragraph" w:customStyle="1" w:styleId="B99BB55E98424D3EA252BC712C0FA29A">
    <w:name w:val="B99BB55E98424D3EA252BC712C0FA29A"/>
  </w:style>
  <w:style w:type="paragraph" w:customStyle="1" w:styleId="C26DC4EBA3D647F0B253D34D66CAC55C">
    <w:name w:val="C26DC4EBA3D647F0B253D34D66CAC55C"/>
  </w:style>
  <w:style w:type="paragraph" w:customStyle="1" w:styleId="1B8FD854EB4E4DBA8EC6292D3303A997">
    <w:name w:val="1B8FD854EB4E4DBA8EC6292D3303A99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2A4FA9112974100A53F045789813579">
    <w:name w:val="72A4FA9112974100A53F045789813579"/>
  </w:style>
  <w:style w:type="paragraph" w:customStyle="1" w:styleId="6C777AA1BBEE4027B3E55277BCE04CCA">
    <w:name w:val="6C777AA1BBEE4027B3E55277BCE04CCA"/>
  </w:style>
  <w:style w:type="paragraph" w:customStyle="1" w:styleId="BAEE36F272E347EB9B0F71B5BCFB1235">
    <w:name w:val="BAEE36F272E347EB9B0F71B5BCFB1235"/>
  </w:style>
  <w:style w:type="paragraph" w:customStyle="1" w:styleId="B99BB55E98424D3EA252BC712C0FA29A">
    <w:name w:val="B99BB55E98424D3EA252BC712C0FA29A"/>
  </w:style>
  <w:style w:type="paragraph" w:customStyle="1" w:styleId="C26DC4EBA3D647F0B253D34D66CAC55C">
    <w:name w:val="C26DC4EBA3D647F0B253D34D66CAC55C"/>
  </w:style>
  <w:style w:type="paragraph" w:customStyle="1" w:styleId="1B8FD854EB4E4DBA8EC6292D3303A997">
    <w:name w:val="1B8FD854EB4E4DBA8EC6292D3303A9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9B88355-0DA7-42A2-9790-75BC2DF17A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TP030000785</Template>
  <TotalTime>5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2012-02-08T15:14:00Z</dcterms:created>
  <dcterms:modified xsi:type="dcterms:W3CDTF">2012-02-08T15:20:00Z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TC300007859990</vt:lpwstr>
  </property>
</Properties>
</file>